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3D" w:rsidRDefault="004E583D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4B12B9" w:rsidRDefault="004B12B9" w:rsidP="004E583D"/>
    <w:p w:rsidR="005A2488" w:rsidRDefault="004B12B9" w:rsidP="000B11C4">
      <w:pPr>
        <w:jc w:val="center"/>
        <w:rPr>
          <w:b/>
        </w:rPr>
      </w:pPr>
      <w:r w:rsidRPr="0065262D">
        <w:rPr>
          <w:b/>
        </w:rPr>
        <w:t xml:space="preserve">О </w:t>
      </w:r>
      <w:r w:rsidR="009A4387">
        <w:rPr>
          <w:b/>
        </w:rPr>
        <w:t xml:space="preserve">внесении изменений в постановление администрации города Дзержинска Нижегородской области от </w:t>
      </w:r>
      <w:r w:rsidR="00DB5B4D">
        <w:rPr>
          <w:b/>
        </w:rPr>
        <w:t>16</w:t>
      </w:r>
      <w:r w:rsidR="009A4387">
        <w:rPr>
          <w:b/>
        </w:rPr>
        <w:t xml:space="preserve"> </w:t>
      </w:r>
      <w:r w:rsidR="00DB5B4D">
        <w:rPr>
          <w:b/>
        </w:rPr>
        <w:t>декабря</w:t>
      </w:r>
      <w:r w:rsidR="009A4387">
        <w:rPr>
          <w:b/>
        </w:rPr>
        <w:t xml:space="preserve"> 202</w:t>
      </w:r>
      <w:r w:rsidR="00DB5B4D">
        <w:rPr>
          <w:b/>
        </w:rPr>
        <w:t>0</w:t>
      </w:r>
      <w:r w:rsidR="009A4387">
        <w:rPr>
          <w:b/>
        </w:rPr>
        <w:t xml:space="preserve"> года </w:t>
      </w:r>
      <w:r w:rsidR="005A2488">
        <w:rPr>
          <w:b/>
        </w:rPr>
        <w:t xml:space="preserve">№ </w:t>
      </w:r>
      <w:r w:rsidR="00DB5B4D">
        <w:rPr>
          <w:b/>
        </w:rPr>
        <w:t>3216</w:t>
      </w:r>
      <w:r w:rsidR="005A2488">
        <w:rPr>
          <w:b/>
        </w:rPr>
        <w:t xml:space="preserve"> </w:t>
      </w:r>
    </w:p>
    <w:p w:rsidR="004B12B9" w:rsidRPr="004C77D0" w:rsidRDefault="009A4387" w:rsidP="00DB5B4D">
      <w:pPr>
        <w:jc w:val="center"/>
        <w:rPr>
          <w:b/>
        </w:rPr>
      </w:pPr>
      <w:r>
        <w:rPr>
          <w:b/>
        </w:rPr>
        <w:t>«</w:t>
      </w:r>
      <w:r w:rsidR="00DB5B4D" w:rsidRPr="00DB5B4D">
        <w:rPr>
          <w:b/>
        </w:rPr>
        <w:t>Об утверждении Порядка предоставления субсидий на возмещение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b/>
        </w:rPr>
        <w:t>»</w:t>
      </w:r>
    </w:p>
    <w:p w:rsidR="004B12B9" w:rsidRPr="00C3475C" w:rsidRDefault="004B12B9" w:rsidP="000B11C4">
      <w:pPr>
        <w:jc w:val="center"/>
      </w:pPr>
    </w:p>
    <w:p w:rsidR="00C47D2E" w:rsidRPr="00C3475C" w:rsidRDefault="00C47D2E" w:rsidP="004B12B9"/>
    <w:p w:rsidR="004B12B9" w:rsidRPr="00807846" w:rsidRDefault="004B12B9" w:rsidP="00C3475C">
      <w:pPr>
        <w:ind w:firstLine="709"/>
        <w:jc w:val="both"/>
      </w:pPr>
      <w:r>
        <w:t xml:space="preserve">В </w:t>
      </w:r>
      <w:r w:rsidR="00807846" w:rsidRPr="00807846">
        <w:t xml:space="preserve">соответствии со </w:t>
      </w:r>
      <w:hyperlink r:id="rId8" w:history="1">
        <w:r w:rsidR="00807846" w:rsidRPr="00807846">
          <w:rPr>
            <w:rStyle w:val="af0"/>
            <w:rFonts w:cs="Times New Roman CYR"/>
            <w:b w:val="0"/>
            <w:color w:val="auto"/>
          </w:rPr>
          <w:t>статьей 78</w:t>
        </w:r>
      </w:hyperlink>
      <w:r w:rsidR="00807846" w:rsidRPr="00807846">
        <w:t xml:space="preserve"> Бюджетного кодекса Российской </w:t>
      </w:r>
      <w:r w:rsidR="009D5997">
        <w:t xml:space="preserve">  </w:t>
      </w:r>
      <w:r w:rsidR="00807846" w:rsidRPr="00807846">
        <w:t xml:space="preserve">Федерации, </w:t>
      </w:r>
      <w:r w:rsidR="00807846">
        <w:t>Федеральным</w:t>
      </w:r>
      <w:r w:rsidR="009D5997">
        <w:t xml:space="preserve"> </w:t>
      </w:r>
      <w:r w:rsidR="00807846">
        <w:t>законом</w:t>
      </w:r>
      <w:r w:rsidR="009D5997">
        <w:t xml:space="preserve"> </w:t>
      </w:r>
      <w:r w:rsidR="00807846">
        <w:t>от 24</w:t>
      </w:r>
      <w:r w:rsidR="001C4264">
        <w:t xml:space="preserve"> июля</w:t>
      </w:r>
      <w:r w:rsidR="009D5997">
        <w:t xml:space="preserve"> </w:t>
      </w:r>
      <w:r w:rsidR="00807846">
        <w:t>2007</w:t>
      </w:r>
      <w:r w:rsidR="009D5997">
        <w:t xml:space="preserve"> </w:t>
      </w:r>
      <w:r w:rsidR="001C4264">
        <w:t>года</w:t>
      </w:r>
      <w:r w:rsidR="00807846">
        <w:t xml:space="preserve"> №</w:t>
      </w:r>
      <w:r w:rsidR="009A4387">
        <w:t xml:space="preserve"> </w:t>
      </w:r>
      <w:r w:rsidR="00807846">
        <w:t>209-ФЗ</w:t>
      </w:r>
      <w:r w:rsidR="00C3475C">
        <w:t xml:space="preserve">                       </w:t>
      </w:r>
      <w:r w:rsidR="001C4264">
        <w:t>«</w:t>
      </w:r>
      <w:r w:rsidR="00807846">
        <w:t>О развитии малого и среднего предпринимательства в Российской Федерации»,</w:t>
      </w:r>
      <w:r w:rsidR="00192704" w:rsidRPr="00192704">
        <w:t xml:space="preserve"> </w:t>
      </w:r>
      <w:hyperlink r:id="rId9" w:history="1">
        <w:r w:rsidR="00AF6AF1" w:rsidRPr="000E5513">
          <w:rPr>
            <w:rFonts w:eastAsiaTheme="minorHAnsi"/>
            <w:lang w:eastAsia="en-US"/>
          </w:rPr>
          <w:t>постановлением</w:t>
        </w:r>
      </w:hyperlink>
      <w:r w:rsidR="00AF6AF1" w:rsidRPr="000E5513">
        <w:rPr>
          <w:rFonts w:eastAsiaTheme="minorHAnsi"/>
          <w:lang w:eastAsia="en-US"/>
        </w:rPr>
        <w:t xml:space="preserve"> Правительства Российской Федерации </w:t>
      </w:r>
      <w:r w:rsidR="008C6DF5">
        <w:rPr>
          <w:rFonts w:eastAsiaTheme="minorHAnsi"/>
          <w:lang w:eastAsia="en-US"/>
        </w:rPr>
        <w:t xml:space="preserve">                  </w:t>
      </w:r>
      <w:r w:rsidR="00AF6AF1" w:rsidRPr="000E5513">
        <w:rPr>
          <w:rFonts w:eastAsiaTheme="minorHAnsi"/>
          <w:lang w:eastAsia="en-US"/>
        </w:rPr>
        <w:t>от</w:t>
      </w:r>
      <w:r w:rsidR="008C6DF5">
        <w:rPr>
          <w:rFonts w:eastAsiaTheme="minorHAnsi"/>
          <w:lang w:eastAsia="en-US"/>
        </w:rPr>
        <w:t xml:space="preserve"> </w:t>
      </w:r>
      <w:r w:rsidR="00AF6AF1" w:rsidRPr="000E5513">
        <w:rPr>
          <w:rFonts w:eastAsiaTheme="minorHAnsi"/>
          <w:lang w:eastAsia="en-US"/>
        </w:rPr>
        <w:t>25 октября 2023 года № 1782 «Об утверждении общих требований</w:t>
      </w:r>
      <w:r w:rsidR="008C6DF5">
        <w:rPr>
          <w:rFonts w:eastAsiaTheme="minorHAnsi"/>
          <w:lang w:eastAsia="en-US"/>
        </w:rPr>
        <w:t xml:space="preserve">                     </w:t>
      </w:r>
      <w:r w:rsidR="00AF6AF1" w:rsidRPr="000E5513">
        <w:rPr>
          <w:rFonts w:eastAsiaTheme="minorHAnsi"/>
          <w:lang w:eastAsia="en-US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192704">
        <w:t>,</w:t>
      </w:r>
      <w:r w:rsidR="00441CFA">
        <w:t xml:space="preserve"> </w:t>
      </w:r>
      <w:bookmarkStart w:id="0" w:name="_GoBack"/>
      <w:bookmarkEnd w:id="0"/>
      <w:r w:rsidR="00807846">
        <w:t>Уставом городского округа город Дзержинск</w:t>
      </w:r>
      <w:r w:rsidR="001C4264">
        <w:t xml:space="preserve"> </w:t>
      </w:r>
      <w:r w:rsidR="002D5792">
        <w:t>администрация города Дзержинска</w:t>
      </w:r>
    </w:p>
    <w:p w:rsidR="004B12B9" w:rsidRPr="008C6DF5" w:rsidRDefault="004B12B9" w:rsidP="004B12B9">
      <w:pPr>
        <w:jc w:val="both"/>
      </w:pPr>
    </w:p>
    <w:p w:rsidR="004B12B9" w:rsidRDefault="004B12B9" w:rsidP="004B12B9">
      <w:pPr>
        <w:jc w:val="both"/>
        <w:rPr>
          <w:b/>
        </w:rPr>
      </w:pPr>
      <w:r w:rsidRPr="0065262D">
        <w:rPr>
          <w:b/>
        </w:rPr>
        <w:t>ПОСТАНОВЛЯЕТ:</w:t>
      </w:r>
    </w:p>
    <w:p w:rsidR="004B12B9" w:rsidRPr="008C6DF5" w:rsidRDefault="004B12B9" w:rsidP="004B12B9">
      <w:pPr>
        <w:jc w:val="both"/>
        <w:rPr>
          <w:b/>
        </w:rPr>
      </w:pPr>
    </w:p>
    <w:p w:rsidR="00C1436A" w:rsidRDefault="009A4387" w:rsidP="00C1436A">
      <w:pPr>
        <w:pStyle w:val="ac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>
        <w:t>Внести в</w:t>
      </w:r>
      <w:r w:rsidR="00EE22CB">
        <w:t xml:space="preserve"> </w:t>
      </w:r>
      <w:r w:rsidR="0064074D" w:rsidRPr="0064074D">
        <w:t xml:space="preserve">постановление администрации города Дзержинска Нижегородской области от </w:t>
      </w:r>
      <w:r w:rsidR="00403ED5">
        <w:t>16</w:t>
      </w:r>
      <w:r w:rsidR="0064074D" w:rsidRPr="0064074D">
        <w:t xml:space="preserve"> </w:t>
      </w:r>
      <w:r w:rsidR="00403ED5">
        <w:t>декабря</w:t>
      </w:r>
      <w:r w:rsidR="0064074D" w:rsidRPr="0064074D">
        <w:t xml:space="preserve"> 202</w:t>
      </w:r>
      <w:r w:rsidR="00403ED5">
        <w:t>0</w:t>
      </w:r>
      <w:r w:rsidR="0064074D" w:rsidRPr="0064074D">
        <w:t xml:space="preserve"> года</w:t>
      </w:r>
      <w:r w:rsidR="00EE22CB">
        <w:t xml:space="preserve"> </w:t>
      </w:r>
      <w:r w:rsidR="008631F2">
        <w:t xml:space="preserve">№ 3216 </w:t>
      </w:r>
      <w:r w:rsidR="00C1436A">
        <w:t xml:space="preserve">«Об утверждении </w:t>
      </w:r>
      <w:r w:rsidR="004E6B5A">
        <w:t>Порядк</w:t>
      </w:r>
      <w:r w:rsidR="00C1436A">
        <w:t>а</w:t>
      </w:r>
      <w:r w:rsidR="0064074D">
        <w:t xml:space="preserve"> </w:t>
      </w:r>
      <w:r w:rsidR="004E6B5A">
        <w:t>предоставления</w:t>
      </w:r>
      <w:r w:rsidR="00C1436A">
        <w:t xml:space="preserve"> </w:t>
      </w:r>
      <w:r w:rsidR="004E6B5A">
        <w:t xml:space="preserve">субсидий на </w:t>
      </w:r>
      <w:r w:rsidR="00403ED5">
        <w:t>возмещение</w:t>
      </w:r>
      <w:r w:rsidR="009C2FE2">
        <w:t xml:space="preserve"> части</w:t>
      </w:r>
      <w:r w:rsidR="004E6B5A">
        <w:t xml:space="preserve"> затрат</w:t>
      </w:r>
      <w:r w:rsidR="009D5997">
        <w:t xml:space="preserve"> </w:t>
      </w:r>
      <w:r w:rsidR="00403ED5">
        <w:t>субъектов малого</w:t>
      </w:r>
      <w:r w:rsidR="008631F2">
        <w:t xml:space="preserve"> </w:t>
      </w:r>
      <w:r w:rsidR="00403ED5">
        <w:t>и среднего предпринимательства, связанных с приобретением оборудования</w:t>
      </w:r>
      <w:r w:rsidR="003F0AEC">
        <w:t xml:space="preserve"> </w:t>
      </w:r>
      <w:r w:rsidR="00403ED5">
        <w:t>в целях создания и (или) развития, либо модернизации производства товаров (работ, услуг</w:t>
      </w:r>
      <w:r w:rsidR="004E6B5A">
        <w:t>)</w:t>
      </w:r>
      <w:r w:rsidR="00C1436A">
        <w:t>» следующие изменения:</w:t>
      </w:r>
    </w:p>
    <w:p w:rsidR="004E6B5A" w:rsidRPr="00046378" w:rsidRDefault="00C1436A" w:rsidP="00F8123D">
      <w:pPr>
        <w:pStyle w:val="ac"/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046378">
        <w:t>приложени</w:t>
      </w:r>
      <w:r w:rsidR="00AF6AF1">
        <w:t>е</w:t>
      </w:r>
      <w:r w:rsidRPr="00046378">
        <w:t xml:space="preserve"> 1 </w:t>
      </w:r>
      <w:r w:rsidR="00F8123D" w:rsidRPr="00046378">
        <w:t>«</w:t>
      </w:r>
      <w:r w:rsidRPr="00046378">
        <w:t xml:space="preserve">Порядок </w:t>
      </w:r>
      <w:r w:rsidR="00317F58" w:rsidRPr="00046378">
        <w:t xml:space="preserve">предоставления субсидий на возмещение части затрат субъектов малого и среднего предпринимательства, связанных </w:t>
      </w:r>
      <w:r w:rsidR="003F0AEC">
        <w:t xml:space="preserve">      </w:t>
      </w:r>
      <w:r w:rsidR="00317F58" w:rsidRPr="00046378">
        <w:t xml:space="preserve">с приобретением оборудования в целях создания и (или) развития, либо </w:t>
      </w:r>
      <w:r w:rsidR="00317F58" w:rsidRPr="00046378">
        <w:lastRenderedPageBreak/>
        <w:t>модернизации производства товаров (работ, услуг)</w:t>
      </w:r>
      <w:r w:rsidR="00F8123D" w:rsidRPr="00046378">
        <w:t>»</w:t>
      </w:r>
      <w:r w:rsidR="00AF6AF1">
        <w:t xml:space="preserve"> изложить в новой редакции согласно приложению 1 к настоящему постановлению</w:t>
      </w:r>
      <w:r w:rsidR="008C6DF5">
        <w:t>;</w:t>
      </w:r>
    </w:p>
    <w:p w:rsidR="00FC37CD" w:rsidRDefault="00FC37CD" w:rsidP="00AF6AF1">
      <w:pPr>
        <w:pStyle w:val="ac"/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>
        <w:t xml:space="preserve"> </w:t>
      </w:r>
      <w:r w:rsidRPr="00046378">
        <w:t>приложение</w:t>
      </w:r>
      <w:r w:rsidR="00AF6AF1">
        <w:t xml:space="preserve"> 2 «</w:t>
      </w:r>
      <w:r w:rsidR="00AF6AF1" w:rsidRPr="00AF6AF1">
        <w:t>Состав</w:t>
      </w:r>
      <w:r w:rsidR="00AF6AF1">
        <w:t xml:space="preserve"> </w:t>
      </w:r>
      <w:r w:rsidR="00AF6AF1" w:rsidRPr="00AF6AF1">
        <w:t xml:space="preserve">комиссии по отбору субъектов малого </w:t>
      </w:r>
      <w:r w:rsidR="008C6DF5">
        <w:t xml:space="preserve">                 </w:t>
      </w:r>
      <w:r w:rsidR="00AF6AF1" w:rsidRPr="00AF6AF1">
        <w:t>и среднего предпринимательства на предоставление субсидий на возмещение части затрат субъектов малого и среднего предпринимательства, связанных</w:t>
      </w:r>
      <w:r w:rsidR="008C6DF5">
        <w:t xml:space="preserve">      </w:t>
      </w:r>
      <w:r w:rsidR="00AF6AF1" w:rsidRPr="00AF6AF1">
        <w:t>с приобретением оборудования в целях создания и (или) развития либо модернизации производства товаров (работ, услуг)</w:t>
      </w:r>
      <w:r w:rsidR="00AF6AF1">
        <w:t>»</w:t>
      </w:r>
      <w:r w:rsidRPr="00046378">
        <w:t xml:space="preserve"> изложить в новой редакции согласно приложению </w:t>
      </w:r>
      <w:r>
        <w:t>2</w:t>
      </w:r>
      <w:r w:rsidR="008C6DF5">
        <w:t xml:space="preserve"> к настоящему постановлению.</w:t>
      </w:r>
    </w:p>
    <w:p w:rsidR="004B12B9" w:rsidRPr="00046378" w:rsidRDefault="00EC6BDB" w:rsidP="00AF6AF1">
      <w:pPr>
        <w:pStyle w:val="ac"/>
        <w:tabs>
          <w:tab w:val="left" w:pos="993"/>
        </w:tabs>
        <w:ind w:left="0" w:firstLine="709"/>
        <w:jc w:val="both"/>
      </w:pPr>
      <w:r w:rsidRPr="00046378">
        <w:t>2</w:t>
      </w:r>
      <w:r w:rsidR="004B12B9" w:rsidRPr="00046378">
        <w:t>.</w:t>
      </w:r>
      <w:r w:rsidR="00826BC3" w:rsidRPr="00046378">
        <w:t xml:space="preserve"> </w:t>
      </w:r>
      <w:r w:rsidR="00FF6E86" w:rsidRPr="00046378">
        <w:t>Департаменту информационной политики</w:t>
      </w:r>
      <w:r w:rsidR="004B12B9" w:rsidRPr="00046378">
        <w:t xml:space="preserve"> и взаимодействия </w:t>
      </w:r>
      <w:r w:rsidR="00E0591B">
        <w:t xml:space="preserve">                 </w:t>
      </w:r>
      <w:r w:rsidR="004B12B9" w:rsidRPr="00046378">
        <w:t xml:space="preserve">со </w:t>
      </w:r>
      <w:r w:rsidR="00E0591B">
        <w:t xml:space="preserve">средствами массовой информации </w:t>
      </w:r>
      <w:r w:rsidR="004B12B9" w:rsidRPr="00046378">
        <w:t>опубликовать и разместить настоящее постановление в информационно-телекоммуникационной сети «</w:t>
      </w:r>
      <w:proofErr w:type="gramStart"/>
      <w:r w:rsidR="004B12B9" w:rsidRPr="00046378">
        <w:t xml:space="preserve">Интернет» </w:t>
      </w:r>
      <w:r w:rsidR="00E0591B">
        <w:t xml:space="preserve">  </w:t>
      </w:r>
      <w:proofErr w:type="gramEnd"/>
      <w:r w:rsidR="00E0591B">
        <w:t xml:space="preserve"> </w:t>
      </w:r>
      <w:r w:rsidR="004B12B9" w:rsidRPr="00046378">
        <w:t xml:space="preserve">на сайте администрации города. </w:t>
      </w:r>
    </w:p>
    <w:p w:rsidR="004B12B9" w:rsidRPr="00046378" w:rsidRDefault="00EC6BDB" w:rsidP="00AF6AF1">
      <w:pPr>
        <w:pStyle w:val="ac"/>
        <w:tabs>
          <w:tab w:val="left" w:pos="993"/>
        </w:tabs>
        <w:ind w:left="0" w:firstLine="709"/>
        <w:jc w:val="both"/>
      </w:pPr>
      <w:r w:rsidRPr="00046378">
        <w:t>3</w:t>
      </w:r>
      <w:r w:rsidR="004B12B9" w:rsidRPr="00046378">
        <w:t>.</w:t>
      </w:r>
      <w:r w:rsidR="00A9093A" w:rsidRPr="00046378">
        <w:t xml:space="preserve"> </w:t>
      </w:r>
      <w:r w:rsidR="004B12B9" w:rsidRPr="00046378">
        <w:t xml:space="preserve">Постановление вступает в силу с </w:t>
      </w:r>
      <w:r w:rsidRPr="00046378">
        <w:t>момента его</w:t>
      </w:r>
      <w:r w:rsidR="00512928" w:rsidRPr="00046378">
        <w:t xml:space="preserve"> опубликования</w:t>
      </w:r>
      <w:r w:rsidR="004B12B9" w:rsidRPr="00046378">
        <w:t>.</w:t>
      </w:r>
    </w:p>
    <w:p w:rsidR="00124485" w:rsidRPr="00124485" w:rsidRDefault="00124485" w:rsidP="00AF6AF1">
      <w:pPr>
        <w:pStyle w:val="ac"/>
        <w:tabs>
          <w:tab w:val="left" w:pos="993"/>
        </w:tabs>
        <w:ind w:left="0" w:firstLine="709"/>
        <w:jc w:val="both"/>
      </w:pPr>
      <w:r w:rsidRPr="00124485">
        <w:t xml:space="preserve">4. Контроль за исполнением постановления возложить на заместителя главы администрации городского округа, курирующего вопросы экономического развития, инвестиций, промышленности, торговли </w:t>
      </w:r>
      <w:r w:rsidR="003F0AEC">
        <w:t xml:space="preserve">                      </w:t>
      </w:r>
      <w:r w:rsidRPr="00124485">
        <w:t xml:space="preserve">и предпринимательства, муниципального имущества, строительства </w:t>
      </w:r>
      <w:r w:rsidR="003F0AEC">
        <w:t xml:space="preserve">                    </w:t>
      </w:r>
      <w:r w:rsidRPr="00124485">
        <w:t>и архитектуры.</w:t>
      </w:r>
    </w:p>
    <w:p w:rsidR="007772EB" w:rsidRPr="008C6DF5" w:rsidRDefault="007772EB" w:rsidP="00AF6AF1">
      <w:pPr>
        <w:pStyle w:val="ac"/>
        <w:tabs>
          <w:tab w:val="left" w:pos="993"/>
        </w:tabs>
        <w:ind w:left="709"/>
        <w:jc w:val="both"/>
        <w:rPr>
          <w:lang w:val="en-US"/>
        </w:rPr>
      </w:pPr>
    </w:p>
    <w:p w:rsidR="003246C1" w:rsidRDefault="003246C1" w:rsidP="004B12B9">
      <w:pPr>
        <w:rPr>
          <w:b/>
        </w:rPr>
      </w:pPr>
    </w:p>
    <w:p w:rsidR="00986A81" w:rsidRPr="00FE491F" w:rsidRDefault="001E33D9" w:rsidP="00336D5E">
      <w:r>
        <w:rPr>
          <w:b/>
        </w:rPr>
        <w:t>Г</w:t>
      </w:r>
      <w:r w:rsidR="004B12B9" w:rsidRPr="002B203E">
        <w:rPr>
          <w:b/>
        </w:rPr>
        <w:t>лав</w:t>
      </w:r>
      <w:r>
        <w:rPr>
          <w:b/>
        </w:rPr>
        <w:t xml:space="preserve">а </w:t>
      </w:r>
      <w:r w:rsidR="004B12B9" w:rsidRPr="002B203E">
        <w:rPr>
          <w:b/>
        </w:rPr>
        <w:t xml:space="preserve">города                                                                 </w:t>
      </w:r>
      <w:r w:rsidR="004B12B9">
        <w:rPr>
          <w:b/>
        </w:rPr>
        <w:t xml:space="preserve">         </w:t>
      </w:r>
      <w:r w:rsidR="004B12B9" w:rsidRPr="002B203E">
        <w:rPr>
          <w:b/>
        </w:rPr>
        <w:t xml:space="preserve"> </w:t>
      </w:r>
      <w:r w:rsidR="00177968">
        <w:rPr>
          <w:b/>
        </w:rPr>
        <w:t xml:space="preserve">   </w:t>
      </w:r>
      <w:r w:rsidR="009B6BE4">
        <w:rPr>
          <w:b/>
        </w:rPr>
        <w:t xml:space="preserve"> </w:t>
      </w:r>
      <w:r>
        <w:rPr>
          <w:b/>
        </w:rPr>
        <w:t xml:space="preserve">        </w:t>
      </w:r>
      <w:r w:rsidR="00A07230">
        <w:rPr>
          <w:b/>
        </w:rPr>
        <w:t>И.</w:t>
      </w:r>
      <w:r>
        <w:rPr>
          <w:b/>
        </w:rPr>
        <w:t>Н. Носко</w:t>
      </w:r>
      <w:r w:rsidR="00A07230">
        <w:rPr>
          <w:b/>
        </w:rPr>
        <w:t>в</w:t>
      </w:r>
    </w:p>
    <w:sectPr w:rsidR="00986A81" w:rsidRPr="00FE491F" w:rsidSect="00B0719E">
      <w:headerReference w:type="default" r:id="rId10"/>
      <w:headerReference w:type="first" r:id="rId11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E8E" w:rsidRDefault="00AC3E8E">
      <w:r>
        <w:separator/>
      </w:r>
    </w:p>
  </w:endnote>
  <w:endnote w:type="continuationSeparator" w:id="0">
    <w:p w:rsidR="00AC3E8E" w:rsidRDefault="00AC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E8E" w:rsidRDefault="00AC3E8E">
      <w:r>
        <w:separator/>
      </w:r>
    </w:p>
  </w:footnote>
  <w:footnote w:type="continuationSeparator" w:id="0">
    <w:p w:rsidR="00AC3E8E" w:rsidRDefault="00AC3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6764234"/>
      <w:docPartObj>
        <w:docPartGallery w:val="Page Numbers (Top of Page)"/>
        <w:docPartUnique/>
      </w:docPartObj>
    </w:sdtPr>
    <w:sdtEndPr/>
    <w:sdtContent>
      <w:p w:rsidR="00241595" w:rsidRDefault="002415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DF5">
          <w:rPr>
            <w:noProof/>
          </w:rPr>
          <w:t>2</w:t>
        </w:r>
        <w:r>
          <w:fldChar w:fldCharType="end"/>
        </w:r>
      </w:p>
    </w:sdtContent>
  </w:sdt>
  <w:p w:rsidR="0080125E" w:rsidRDefault="0080125E" w:rsidP="0080125E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8E" w:rsidRDefault="00EE0835" w:rsidP="0080176B">
    <w:pPr>
      <w:pStyle w:val="a3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C1F38E" wp14:editId="4CA94C67">
              <wp:simplePos x="0" y="0"/>
              <wp:positionH relativeFrom="page">
                <wp:posOffset>-8890</wp:posOffset>
              </wp:positionH>
              <wp:positionV relativeFrom="page">
                <wp:posOffset>362585</wp:posOffset>
              </wp:positionV>
              <wp:extent cx="7558405" cy="2829560"/>
              <wp:effectExtent l="0" t="0" r="0" b="0"/>
              <wp:wrapNone/>
              <wp:docPr id="4" name="Text Box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282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3E8E" w:rsidRDefault="00AC3E8E" w:rsidP="00C41606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sz w:val="36"/>
                              <w:szCs w:val="36"/>
                            </w:rPr>
                            <w:drawing>
                              <wp:inline distT="0" distB="0" distL="0" distR="0" wp14:anchorId="2CDE39E6" wp14:editId="645FEC18">
                                <wp:extent cx="525600" cy="792000"/>
                                <wp:effectExtent l="0" t="0" r="8255" b="8255"/>
                                <wp:docPr id="5" name="Рисунок 5" descr="O:\Герб\ГЕРБ для БЛАНКОВ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O:\Герб\ГЕРБ для БЛАНКОВ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5600" cy="79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C3E8E" w:rsidRPr="008D4E9A" w:rsidRDefault="00AC3E8E" w:rsidP="008D4E9A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>Администраци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я</w:t>
                          </w: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 xml:space="preserve"> города Дзержинска</w:t>
                          </w:r>
                        </w:p>
                        <w:p w:rsidR="00AC3E8E" w:rsidRPr="000625FE" w:rsidRDefault="00AC3E8E" w:rsidP="008D4E9A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AC3E8E" w:rsidRPr="00B95AF2" w:rsidRDefault="00AC3E8E" w:rsidP="000625FE">
                          <w:pPr>
                            <w:spacing w:before="240" w:line="264" w:lineRule="auto"/>
                            <w:jc w:val="center"/>
                            <w:rPr>
                              <w:b/>
                              <w:sz w:val="44"/>
                              <w:szCs w:val="44"/>
                            </w:rPr>
                          </w:pPr>
                          <w:r w:rsidRPr="00303299">
                            <w:rPr>
                              <w:b/>
                              <w:sz w:val="44"/>
                              <w:szCs w:val="44"/>
                            </w:rPr>
                            <w:t>ПОСТАНОВЛЕНИЕ</w:t>
                          </w:r>
                        </w:p>
                        <w:p w:rsidR="00AC3E8E" w:rsidRDefault="00AC3E8E" w:rsidP="00C41606">
                          <w:pPr>
                            <w:spacing w:line="264" w:lineRule="auto"/>
                            <w:ind w:left="1985" w:right="-796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AC3E8E" w:rsidRPr="008C6DF5" w:rsidRDefault="00AC3E8E" w:rsidP="00303299">
                          <w:pPr>
                            <w:tabs>
                              <w:tab w:val="left" w:pos="-1134"/>
                              <w:tab w:val="left" w:pos="-851"/>
                            </w:tabs>
                            <w:spacing w:before="240"/>
                            <w:ind w:firstLine="1701"/>
                            <w:rPr>
                              <w:lang w:val="en-US"/>
                            </w:rPr>
                          </w:pPr>
                          <w:r w:rsidRPr="00B95AF2">
                            <w:t xml:space="preserve">от </w:t>
                          </w:r>
                          <w:r w:rsidR="008C6DF5">
                            <w:rPr>
                              <w:lang w:val="en-US"/>
                            </w:rPr>
                            <w:t>_____________</w:t>
                          </w:r>
                          <w:r w:rsidRPr="00B95AF2"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 xml:space="preserve">                                                                </w:t>
                          </w:r>
                          <w:r w:rsidR="00241595">
                            <w:t xml:space="preserve">           </w:t>
                          </w:r>
                          <w:r w:rsidR="008C6DF5">
                            <w:rPr>
                              <w:lang w:val="en-US"/>
                            </w:rPr>
                            <w:t xml:space="preserve">     </w:t>
                          </w:r>
                          <w:r w:rsidRPr="00B95AF2">
                            <w:t xml:space="preserve">№ </w:t>
                          </w:r>
                          <w:r w:rsidR="008C6DF5">
                            <w:rPr>
                              <w:lang w:val="en-US"/>
                            </w:rPr>
                            <w:t>_____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1F38E" id="_x0000_t202" coordsize="21600,21600" o:spt="202" path="m,l,21600r21600,l21600,xe">
              <v:stroke joinstyle="miter"/>
              <v:path gradientshapeok="t" o:connecttype="rect"/>
            </v:shapetype>
            <v:shape id="Text Box 250" o:spid="_x0000_s1026" type="#_x0000_t202" style="position:absolute;margin-left:-.7pt;margin-top:28.55pt;width:595.15pt;height:22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" stroked="f">
              <v:fill opacity="23644f"/>
              <v:textbox inset="0,0,0,0">
                <w:txbxContent>
                  <w:p w:rsidR="00AC3E8E" w:rsidRDefault="00AC3E8E" w:rsidP="00C41606">
                    <w:pPr>
                      <w:jc w:val="center"/>
                      <w:rPr>
                        <w:b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b/>
                        <w:noProof/>
                        <w:sz w:val="36"/>
                        <w:szCs w:val="36"/>
                      </w:rPr>
                      <w:drawing>
                        <wp:inline distT="0" distB="0" distL="0" distR="0" wp14:anchorId="2CDE39E6" wp14:editId="645FEC18">
                          <wp:extent cx="525600" cy="792000"/>
                          <wp:effectExtent l="0" t="0" r="8255" b="8255"/>
                          <wp:docPr id="5" name="Рисунок 5" descr="O:\Герб\ГЕРБ для БЛАНКОВ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O:\Герб\ГЕРБ для БЛАНКОВ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5600" cy="79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C3E8E" w:rsidRPr="008D4E9A" w:rsidRDefault="00AC3E8E" w:rsidP="008D4E9A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8D4E9A">
                      <w:rPr>
                        <w:b/>
                        <w:sz w:val="36"/>
                        <w:szCs w:val="36"/>
                      </w:rPr>
                      <w:t>Администраци</w:t>
                    </w:r>
                    <w:r>
                      <w:rPr>
                        <w:b/>
                        <w:sz w:val="36"/>
                        <w:szCs w:val="36"/>
                      </w:rPr>
                      <w:t>я</w:t>
                    </w:r>
                    <w:r w:rsidRPr="008D4E9A">
                      <w:rPr>
                        <w:b/>
                        <w:sz w:val="36"/>
                        <w:szCs w:val="36"/>
                      </w:rPr>
                      <w:t xml:space="preserve"> города Дзержинска</w:t>
                    </w:r>
                  </w:p>
                  <w:p w:rsidR="00AC3E8E" w:rsidRPr="000625FE" w:rsidRDefault="00AC3E8E" w:rsidP="008D4E9A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8D4E9A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AC3E8E" w:rsidRPr="00B95AF2" w:rsidRDefault="00AC3E8E" w:rsidP="000625FE">
                    <w:pPr>
                      <w:spacing w:before="240" w:line="264" w:lineRule="auto"/>
                      <w:jc w:val="center"/>
                      <w:rPr>
                        <w:b/>
                        <w:sz w:val="44"/>
                        <w:szCs w:val="44"/>
                      </w:rPr>
                    </w:pPr>
                    <w:r w:rsidRPr="00303299">
                      <w:rPr>
                        <w:b/>
                        <w:sz w:val="44"/>
                        <w:szCs w:val="44"/>
                      </w:rPr>
                      <w:t>ПОСТАНОВЛЕНИЕ</w:t>
                    </w:r>
                  </w:p>
                  <w:p w:rsidR="00AC3E8E" w:rsidRDefault="00AC3E8E" w:rsidP="00C41606">
                    <w:pPr>
                      <w:spacing w:line="264" w:lineRule="auto"/>
                      <w:ind w:left="1985" w:right="-796"/>
                      <w:jc w:val="center"/>
                      <w:rPr>
                        <w:sz w:val="15"/>
                        <w:szCs w:val="15"/>
                      </w:rPr>
                    </w:pPr>
                  </w:p>
                  <w:p w:rsidR="00AC3E8E" w:rsidRPr="008C6DF5" w:rsidRDefault="00AC3E8E" w:rsidP="00303299">
                    <w:pPr>
                      <w:tabs>
                        <w:tab w:val="left" w:pos="-1134"/>
                        <w:tab w:val="left" w:pos="-851"/>
                      </w:tabs>
                      <w:spacing w:before="240"/>
                      <w:ind w:firstLine="1701"/>
                      <w:rPr>
                        <w:lang w:val="en-US"/>
                      </w:rPr>
                    </w:pPr>
                    <w:r w:rsidRPr="00B95AF2">
                      <w:t xml:space="preserve">от </w:t>
                    </w:r>
                    <w:r w:rsidR="008C6DF5">
                      <w:rPr>
                        <w:lang w:val="en-US"/>
                      </w:rPr>
                      <w:t>_____________</w:t>
                    </w:r>
                    <w:r w:rsidRPr="00B95AF2">
                      <w:t xml:space="preserve"> </w:t>
                    </w:r>
                    <w:r>
                      <w:rPr>
                        <w:lang w:val="en-US"/>
                      </w:rPr>
                      <w:t xml:space="preserve">                                                                </w:t>
                    </w:r>
                    <w:r w:rsidR="00241595">
                      <w:t xml:space="preserve">           </w:t>
                    </w:r>
                    <w:r w:rsidR="008C6DF5">
                      <w:rPr>
                        <w:lang w:val="en-US"/>
                      </w:rPr>
                      <w:t xml:space="preserve">     </w:t>
                    </w:r>
                    <w:r w:rsidRPr="00B95AF2">
                      <w:t xml:space="preserve">№ </w:t>
                    </w:r>
                    <w:r w:rsidR="008C6DF5">
                      <w:rPr>
                        <w:lang w:val="en-US"/>
                      </w:rPr>
                      <w:t>_____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7216" behindDoc="0" locked="0" layoutInCell="1" allowOverlap="1" wp14:anchorId="15E4DFA4" wp14:editId="0864505A">
              <wp:simplePos x="0" y="0"/>
              <wp:positionH relativeFrom="column">
                <wp:posOffset>-1080135</wp:posOffset>
              </wp:positionH>
              <wp:positionV relativeFrom="paragraph">
                <wp:posOffset>-448310</wp:posOffset>
              </wp:positionV>
              <wp:extent cx="7560310" cy="2988310"/>
              <wp:effectExtent l="0" t="0" r="0" b="0"/>
              <wp:wrapNone/>
              <wp:docPr id="1" name="Полотно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2AFCB8" id="Полотно 9" o:spid="_x0000_s1026" editas="canvas" style="position:absolute;margin-left:-85.05pt;margin-top:-35.3pt;width:595.3pt;height:235.3pt;z-index:251657216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J6o+wjjAAAADQEAAA8AAAAAAAAA&#10;AAAAAAAAbgMAAGRycy9kb3ducmV2LnhtbFBLBQYAAAAABAAEAPMAAAB+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29883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491"/>
    <w:multiLevelType w:val="hybridMultilevel"/>
    <w:tmpl w:val="87F43420"/>
    <w:lvl w:ilvl="0" w:tplc="30664A5C">
      <w:start w:val="1"/>
      <w:numFmt w:val="decimal"/>
      <w:lvlText w:val="4.%1.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460FC1"/>
    <w:multiLevelType w:val="hybridMultilevel"/>
    <w:tmpl w:val="AF06FFD6"/>
    <w:lvl w:ilvl="0" w:tplc="608C6344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004EAB"/>
    <w:multiLevelType w:val="multilevel"/>
    <w:tmpl w:val="5E7043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0F501D13"/>
    <w:multiLevelType w:val="hybridMultilevel"/>
    <w:tmpl w:val="8228BF78"/>
    <w:lvl w:ilvl="0" w:tplc="934C395A">
      <w:start w:val="3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14930195"/>
    <w:multiLevelType w:val="hybridMultilevel"/>
    <w:tmpl w:val="7B78103C"/>
    <w:lvl w:ilvl="0" w:tplc="16F64572">
      <w:start w:val="1"/>
      <w:numFmt w:val="decimal"/>
      <w:lvlText w:val="3.8.%1"/>
      <w:lvlJc w:val="center"/>
      <w:pPr>
        <w:ind w:left="14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C5E6A92"/>
    <w:multiLevelType w:val="hybridMultilevel"/>
    <w:tmpl w:val="34CCE618"/>
    <w:lvl w:ilvl="0" w:tplc="4E9ACF24">
      <w:start w:val="2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 w15:restartNumberingAfterBreak="0">
    <w:nsid w:val="20230D7E"/>
    <w:multiLevelType w:val="hybridMultilevel"/>
    <w:tmpl w:val="8DF42C2C"/>
    <w:lvl w:ilvl="0" w:tplc="392E07F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3079E"/>
    <w:multiLevelType w:val="multilevel"/>
    <w:tmpl w:val="B02ABD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2F7FA0"/>
    <w:multiLevelType w:val="multilevel"/>
    <w:tmpl w:val="04FA25D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AC92B03"/>
    <w:multiLevelType w:val="multilevel"/>
    <w:tmpl w:val="B01CB0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CD52ECA"/>
    <w:multiLevelType w:val="multilevel"/>
    <w:tmpl w:val="5EA0B37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F075E23"/>
    <w:multiLevelType w:val="multilevel"/>
    <w:tmpl w:val="7E58568C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B72D71"/>
    <w:multiLevelType w:val="hybridMultilevel"/>
    <w:tmpl w:val="14CC1416"/>
    <w:lvl w:ilvl="0" w:tplc="E18C62AE">
      <w:start w:val="2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B7A01C2"/>
    <w:multiLevelType w:val="hybridMultilevel"/>
    <w:tmpl w:val="247E45BA"/>
    <w:lvl w:ilvl="0" w:tplc="6D969266">
      <w:start w:val="1"/>
      <w:numFmt w:val="decimal"/>
      <w:lvlText w:val="2.%1."/>
      <w:lvlJc w:val="left"/>
      <w:pPr>
        <w:ind w:left="1571" w:hanging="72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14538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816A37"/>
    <w:multiLevelType w:val="hybridMultilevel"/>
    <w:tmpl w:val="A32E8DE8"/>
    <w:lvl w:ilvl="0" w:tplc="5A8E77F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6" w15:restartNumberingAfterBreak="0">
    <w:nsid w:val="590E3E82"/>
    <w:multiLevelType w:val="hybridMultilevel"/>
    <w:tmpl w:val="A210BCD0"/>
    <w:lvl w:ilvl="0" w:tplc="C772109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D39DD"/>
    <w:multiLevelType w:val="hybridMultilevel"/>
    <w:tmpl w:val="4A761554"/>
    <w:lvl w:ilvl="0" w:tplc="B8CC04FC">
      <w:start w:val="1"/>
      <w:numFmt w:val="decimal"/>
      <w:lvlText w:val="3.%1."/>
      <w:lvlJc w:val="left"/>
      <w:pPr>
        <w:ind w:left="135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BBC76C7"/>
    <w:multiLevelType w:val="multilevel"/>
    <w:tmpl w:val="0CB6E1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D6837EE"/>
    <w:multiLevelType w:val="hybridMultilevel"/>
    <w:tmpl w:val="9A2633D4"/>
    <w:lvl w:ilvl="0" w:tplc="18689982">
      <w:start w:val="5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0" w15:restartNumberingAfterBreak="0">
    <w:nsid w:val="5F7021F7"/>
    <w:multiLevelType w:val="multilevel"/>
    <w:tmpl w:val="6BBA43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5B35C12"/>
    <w:multiLevelType w:val="hybridMultilevel"/>
    <w:tmpl w:val="2AB48D34"/>
    <w:lvl w:ilvl="0" w:tplc="5768C0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40D7A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53B3441"/>
    <w:multiLevelType w:val="multilevel"/>
    <w:tmpl w:val="D4D6BB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4" w15:restartNumberingAfterBreak="0">
    <w:nsid w:val="78E4139B"/>
    <w:multiLevelType w:val="multilevel"/>
    <w:tmpl w:val="8488F5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13"/>
  </w:num>
  <w:num w:numId="6">
    <w:abstractNumId w:val="17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18"/>
  </w:num>
  <w:num w:numId="12">
    <w:abstractNumId w:val="7"/>
  </w:num>
  <w:num w:numId="13">
    <w:abstractNumId w:val="10"/>
  </w:num>
  <w:num w:numId="14">
    <w:abstractNumId w:val="23"/>
  </w:num>
  <w:num w:numId="15">
    <w:abstractNumId w:val="2"/>
  </w:num>
  <w:num w:numId="16">
    <w:abstractNumId w:val="24"/>
  </w:num>
  <w:num w:numId="17">
    <w:abstractNumId w:val="9"/>
  </w:num>
  <w:num w:numId="18">
    <w:abstractNumId w:val="22"/>
  </w:num>
  <w:num w:numId="19">
    <w:abstractNumId w:val="20"/>
  </w:num>
  <w:num w:numId="20">
    <w:abstractNumId w:val="3"/>
  </w:num>
  <w:num w:numId="21">
    <w:abstractNumId w:val="19"/>
  </w:num>
  <w:num w:numId="22">
    <w:abstractNumId w:val="16"/>
  </w:num>
  <w:num w:numId="23">
    <w:abstractNumId w:val="15"/>
  </w:num>
  <w:num w:numId="24">
    <w:abstractNumId w:val="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B9"/>
    <w:rsid w:val="00000FFE"/>
    <w:rsid w:val="00001750"/>
    <w:rsid w:val="00002D19"/>
    <w:rsid w:val="00002DBE"/>
    <w:rsid w:val="00003138"/>
    <w:rsid w:val="00016B48"/>
    <w:rsid w:val="0003216F"/>
    <w:rsid w:val="000339FD"/>
    <w:rsid w:val="0004238B"/>
    <w:rsid w:val="00046378"/>
    <w:rsid w:val="00051A2D"/>
    <w:rsid w:val="00052F57"/>
    <w:rsid w:val="000625FE"/>
    <w:rsid w:val="000664F2"/>
    <w:rsid w:val="000673FD"/>
    <w:rsid w:val="00081A47"/>
    <w:rsid w:val="0008365D"/>
    <w:rsid w:val="0008700D"/>
    <w:rsid w:val="000A0C05"/>
    <w:rsid w:val="000A0F17"/>
    <w:rsid w:val="000A248E"/>
    <w:rsid w:val="000A63CE"/>
    <w:rsid w:val="000A7DC2"/>
    <w:rsid w:val="000A7F88"/>
    <w:rsid w:val="000B07C8"/>
    <w:rsid w:val="000B11C4"/>
    <w:rsid w:val="000B786D"/>
    <w:rsid w:val="000C10BE"/>
    <w:rsid w:val="000C6653"/>
    <w:rsid w:val="000D49CE"/>
    <w:rsid w:val="000E4F56"/>
    <w:rsid w:val="000F7293"/>
    <w:rsid w:val="001001FE"/>
    <w:rsid w:val="001011C6"/>
    <w:rsid w:val="00106BD9"/>
    <w:rsid w:val="00123F1A"/>
    <w:rsid w:val="00124485"/>
    <w:rsid w:val="0013140C"/>
    <w:rsid w:val="0013141A"/>
    <w:rsid w:val="0013264B"/>
    <w:rsid w:val="0014510A"/>
    <w:rsid w:val="0015202E"/>
    <w:rsid w:val="001541FA"/>
    <w:rsid w:val="00161531"/>
    <w:rsid w:val="00177968"/>
    <w:rsid w:val="0018024C"/>
    <w:rsid w:val="0018239E"/>
    <w:rsid w:val="00187AE7"/>
    <w:rsid w:val="00192704"/>
    <w:rsid w:val="00192E69"/>
    <w:rsid w:val="0019384E"/>
    <w:rsid w:val="00193D60"/>
    <w:rsid w:val="00193F07"/>
    <w:rsid w:val="00194EF7"/>
    <w:rsid w:val="00196114"/>
    <w:rsid w:val="001B70E8"/>
    <w:rsid w:val="001C2C74"/>
    <w:rsid w:val="001C4264"/>
    <w:rsid w:val="001C5A70"/>
    <w:rsid w:val="001E0A86"/>
    <w:rsid w:val="001E33D9"/>
    <w:rsid w:val="001F170D"/>
    <w:rsid w:val="00214F53"/>
    <w:rsid w:val="00221744"/>
    <w:rsid w:val="0022254A"/>
    <w:rsid w:val="002276A1"/>
    <w:rsid w:val="00230EE7"/>
    <w:rsid w:val="002352E0"/>
    <w:rsid w:val="00237E6F"/>
    <w:rsid w:val="002404DB"/>
    <w:rsid w:val="00241595"/>
    <w:rsid w:val="002445F7"/>
    <w:rsid w:val="00244F2C"/>
    <w:rsid w:val="0024738A"/>
    <w:rsid w:val="002519DB"/>
    <w:rsid w:val="002623F9"/>
    <w:rsid w:val="0026250C"/>
    <w:rsid w:val="002734E6"/>
    <w:rsid w:val="00273A67"/>
    <w:rsid w:val="00273B0E"/>
    <w:rsid w:val="002774F4"/>
    <w:rsid w:val="00282448"/>
    <w:rsid w:val="00285BB9"/>
    <w:rsid w:val="00287A8D"/>
    <w:rsid w:val="00293E0B"/>
    <w:rsid w:val="002A531C"/>
    <w:rsid w:val="002A7031"/>
    <w:rsid w:val="002B0DEC"/>
    <w:rsid w:val="002B27CC"/>
    <w:rsid w:val="002B3607"/>
    <w:rsid w:val="002B7628"/>
    <w:rsid w:val="002D3490"/>
    <w:rsid w:val="002D4BC1"/>
    <w:rsid w:val="002D4DC1"/>
    <w:rsid w:val="002D5792"/>
    <w:rsid w:val="002E0A0C"/>
    <w:rsid w:val="002E62E9"/>
    <w:rsid w:val="00302689"/>
    <w:rsid w:val="00303299"/>
    <w:rsid w:val="003057F6"/>
    <w:rsid w:val="0031474D"/>
    <w:rsid w:val="0031507A"/>
    <w:rsid w:val="00317F58"/>
    <w:rsid w:val="003246C1"/>
    <w:rsid w:val="00326658"/>
    <w:rsid w:val="00331677"/>
    <w:rsid w:val="00333631"/>
    <w:rsid w:val="003354C6"/>
    <w:rsid w:val="00336D5E"/>
    <w:rsid w:val="00346690"/>
    <w:rsid w:val="0035096A"/>
    <w:rsid w:val="00360288"/>
    <w:rsid w:val="00360EDF"/>
    <w:rsid w:val="003644D7"/>
    <w:rsid w:val="00364651"/>
    <w:rsid w:val="0036654F"/>
    <w:rsid w:val="0036705F"/>
    <w:rsid w:val="00367741"/>
    <w:rsid w:val="00373FC0"/>
    <w:rsid w:val="003776FF"/>
    <w:rsid w:val="00377DA4"/>
    <w:rsid w:val="00377FDE"/>
    <w:rsid w:val="0038402A"/>
    <w:rsid w:val="00392446"/>
    <w:rsid w:val="003962CA"/>
    <w:rsid w:val="00396651"/>
    <w:rsid w:val="003A25D7"/>
    <w:rsid w:val="003A2706"/>
    <w:rsid w:val="003A3B4A"/>
    <w:rsid w:val="003B4B63"/>
    <w:rsid w:val="003B75A6"/>
    <w:rsid w:val="003D5322"/>
    <w:rsid w:val="003E0041"/>
    <w:rsid w:val="003F0AEC"/>
    <w:rsid w:val="003F7DD5"/>
    <w:rsid w:val="00403ED5"/>
    <w:rsid w:val="004059A5"/>
    <w:rsid w:val="004131BE"/>
    <w:rsid w:val="004179F5"/>
    <w:rsid w:val="00417ECA"/>
    <w:rsid w:val="004235DC"/>
    <w:rsid w:val="00425F9B"/>
    <w:rsid w:val="00433A2E"/>
    <w:rsid w:val="00435F78"/>
    <w:rsid w:val="00441CFA"/>
    <w:rsid w:val="0044746D"/>
    <w:rsid w:val="004579D7"/>
    <w:rsid w:val="00457D80"/>
    <w:rsid w:val="0046112B"/>
    <w:rsid w:val="0046467C"/>
    <w:rsid w:val="00472241"/>
    <w:rsid w:val="0047426B"/>
    <w:rsid w:val="00480DEA"/>
    <w:rsid w:val="0048549B"/>
    <w:rsid w:val="0048742F"/>
    <w:rsid w:val="00493B70"/>
    <w:rsid w:val="004946AD"/>
    <w:rsid w:val="004973DB"/>
    <w:rsid w:val="004974D3"/>
    <w:rsid w:val="004976E4"/>
    <w:rsid w:val="004A424B"/>
    <w:rsid w:val="004B12B9"/>
    <w:rsid w:val="004B1ABA"/>
    <w:rsid w:val="004B6828"/>
    <w:rsid w:val="004C1CD0"/>
    <w:rsid w:val="004C212A"/>
    <w:rsid w:val="004C2D38"/>
    <w:rsid w:val="004C40EB"/>
    <w:rsid w:val="004C45AF"/>
    <w:rsid w:val="004C77D0"/>
    <w:rsid w:val="004D5778"/>
    <w:rsid w:val="004E0C11"/>
    <w:rsid w:val="004E323D"/>
    <w:rsid w:val="004E583D"/>
    <w:rsid w:val="004E6B5A"/>
    <w:rsid w:val="004F0882"/>
    <w:rsid w:val="004F0FE1"/>
    <w:rsid w:val="004F10D6"/>
    <w:rsid w:val="004F3933"/>
    <w:rsid w:val="00512928"/>
    <w:rsid w:val="005302BA"/>
    <w:rsid w:val="00531761"/>
    <w:rsid w:val="00536537"/>
    <w:rsid w:val="00545011"/>
    <w:rsid w:val="0054595E"/>
    <w:rsid w:val="00550FCC"/>
    <w:rsid w:val="0056102F"/>
    <w:rsid w:val="00581664"/>
    <w:rsid w:val="00582045"/>
    <w:rsid w:val="00584495"/>
    <w:rsid w:val="005875B2"/>
    <w:rsid w:val="005905D2"/>
    <w:rsid w:val="00596208"/>
    <w:rsid w:val="005A174E"/>
    <w:rsid w:val="005A2488"/>
    <w:rsid w:val="005A462F"/>
    <w:rsid w:val="005A5B2E"/>
    <w:rsid w:val="005B014C"/>
    <w:rsid w:val="005B5061"/>
    <w:rsid w:val="005B6928"/>
    <w:rsid w:val="005C1CA8"/>
    <w:rsid w:val="005D7AD0"/>
    <w:rsid w:val="005F2788"/>
    <w:rsid w:val="005F5D54"/>
    <w:rsid w:val="005F6EBB"/>
    <w:rsid w:val="006004DE"/>
    <w:rsid w:val="006012B7"/>
    <w:rsid w:val="006068B5"/>
    <w:rsid w:val="00606C2B"/>
    <w:rsid w:val="00622D15"/>
    <w:rsid w:val="006259A4"/>
    <w:rsid w:val="00632835"/>
    <w:rsid w:val="006332ED"/>
    <w:rsid w:val="0063794A"/>
    <w:rsid w:val="0064074D"/>
    <w:rsid w:val="00642F4C"/>
    <w:rsid w:val="00643740"/>
    <w:rsid w:val="00644017"/>
    <w:rsid w:val="006455E3"/>
    <w:rsid w:val="00645AEC"/>
    <w:rsid w:val="00646839"/>
    <w:rsid w:val="00646B78"/>
    <w:rsid w:val="00656A2D"/>
    <w:rsid w:val="006773C3"/>
    <w:rsid w:val="006827AF"/>
    <w:rsid w:val="006856E6"/>
    <w:rsid w:val="00697689"/>
    <w:rsid w:val="006A7DAD"/>
    <w:rsid w:val="006B02A3"/>
    <w:rsid w:val="006B0BA6"/>
    <w:rsid w:val="006B12C8"/>
    <w:rsid w:val="006C00F2"/>
    <w:rsid w:val="006C4DD8"/>
    <w:rsid w:val="006C6016"/>
    <w:rsid w:val="006D766F"/>
    <w:rsid w:val="006E0E7D"/>
    <w:rsid w:val="006E3D9C"/>
    <w:rsid w:val="006F25BA"/>
    <w:rsid w:val="006F459E"/>
    <w:rsid w:val="006F734D"/>
    <w:rsid w:val="00705BD6"/>
    <w:rsid w:val="00712A8B"/>
    <w:rsid w:val="00714140"/>
    <w:rsid w:val="00714443"/>
    <w:rsid w:val="007148DA"/>
    <w:rsid w:val="00715B18"/>
    <w:rsid w:val="00717E8E"/>
    <w:rsid w:val="00721FB6"/>
    <w:rsid w:val="0072415C"/>
    <w:rsid w:val="00730852"/>
    <w:rsid w:val="007314CD"/>
    <w:rsid w:val="00742AC3"/>
    <w:rsid w:val="0076766B"/>
    <w:rsid w:val="00772128"/>
    <w:rsid w:val="00772BB8"/>
    <w:rsid w:val="007772EB"/>
    <w:rsid w:val="00795A29"/>
    <w:rsid w:val="00797CFF"/>
    <w:rsid w:val="007C6332"/>
    <w:rsid w:val="007C7F37"/>
    <w:rsid w:val="007D76EC"/>
    <w:rsid w:val="007E24FD"/>
    <w:rsid w:val="007F427E"/>
    <w:rsid w:val="007F4564"/>
    <w:rsid w:val="007F6ECE"/>
    <w:rsid w:val="0080125E"/>
    <w:rsid w:val="0080176B"/>
    <w:rsid w:val="00803EF8"/>
    <w:rsid w:val="00805FA0"/>
    <w:rsid w:val="00807846"/>
    <w:rsid w:val="00817D5C"/>
    <w:rsid w:val="00825294"/>
    <w:rsid w:val="00826BC3"/>
    <w:rsid w:val="00830F2D"/>
    <w:rsid w:val="00840208"/>
    <w:rsid w:val="00841BB5"/>
    <w:rsid w:val="0084614D"/>
    <w:rsid w:val="00850265"/>
    <w:rsid w:val="00857201"/>
    <w:rsid w:val="00862CEB"/>
    <w:rsid w:val="008631F2"/>
    <w:rsid w:val="00864898"/>
    <w:rsid w:val="00881605"/>
    <w:rsid w:val="00882943"/>
    <w:rsid w:val="0088526A"/>
    <w:rsid w:val="0089096F"/>
    <w:rsid w:val="0089407B"/>
    <w:rsid w:val="008962A7"/>
    <w:rsid w:val="0089793A"/>
    <w:rsid w:val="00897B60"/>
    <w:rsid w:val="008A5916"/>
    <w:rsid w:val="008A773D"/>
    <w:rsid w:val="008B11F4"/>
    <w:rsid w:val="008B1C22"/>
    <w:rsid w:val="008B4FA4"/>
    <w:rsid w:val="008C02BB"/>
    <w:rsid w:val="008C278B"/>
    <w:rsid w:val="008C35FF"/>
    <w:rsid w:val="008C6DF5"/>
    <w:rsid w:val="008C73A4"/>
    <w:rsid w:val="008D4E9A"/>
    <w:rsid w:val="008F0ECA"/>
    <w:rsid w:val="008F1A32"/>
    <w:rsid w:val="008F1B3D"/>
    <w:rsid w:val="008F37C7"/>
    <w:rsid w:val="008F6087"/>
    <w:rsid w:val="00900F27"/>
    <w:rsid w:val="00902979"/>
    <w:rsid w:val="00903FE1"/>
    <w:rsid w:val="00904359"/>
    <w:rsid w:val="00912973"/>
    <w:rsid w:val="00913D9F"/>
    <w:rsid w:val="00914D13"/>
    <w:rsid w:val="00936AD9"/>
    <w:rsid w:val="009517FA"/>
    <w:rsid w:val="00953721"/>
    <w:rsid w:val="00953F74"/>
    <w:rsid w:val="0095496E"/>
    <w:rsid w:val="009651A3"/>
    <w:rsid w:val="00965915"/>
    <w:rsid w:val="00966B07"/>
    <w:rsid w:val="009750F1"/>
    <w:rsid w:val="0097697E"/>
    <w:rsid w:val="00986A81"/>
    <w:rsid w:val="00987781"/>
    <w:rsid w:val="00996517"/>
    <w:rsid w:val="009A4387"/>
    <w:rsid w:val="009B1A57"/>
    <w:rsid w:val="009B6BE4"/>
    <w:rsid w:val="009C2FE2"/>
    <w:rsid w:val="009C6D15"/>
    <w:rsid w:val="009D1623"/>
    <w:rsid w:val="009D5997"/>
    <w:rsid w:val="009D5C81"/>
    <w:rsid w:val="009D6C58"/>
    <w:rsid w:val="009D7378"/>
    <w:rsid w:val="009D7800"/>
    <w:rsid w:val="009E1C62"/>
    <w:rsid w:val="009E2CC9"/>
    <w:rsid w:val="009F0970"/>
    <w:rsid w:val="009F1461"/>
    <w:rsid w:val="009F7E37"/>
    <w:rsid w:val="00A0376B"/>
    <w:rsid w:val="00A04ECA"/>
    <w:rsid w:val="00A07230"/>
    <w:rsid w:val="00A07859"/>
    <w:rsid w:val="00A145A6"/>
    <w:rsid w:val="00A25DFA"/>
    <w:rsid w:val="00A27B00"/>
    <w:rsid w:val="00A3696A"/>
    <w:rsid w:val="00A4122E"/>
    <w:rsid w:val="00A45726"/>
    <w:rsid w:val="00A501F4"/>
    <w:rsid w:val="00A50D7B"/>
    <w:rsid w:val="00A52CE7"/>
    <w:rsid w:val="00A650DF"/>
    <w:rsid w:val="00A81AE2"/>
    <w:rsid w:val="00A827F9"/>
    <w:rsid w:val="00A8355C"/>
    <w:rsid w:val="00A83C7F"/>
    <w:rsid w:val="00A84161"/>
    <w:rsid w:val="00A9093A"/>
    <w:rsid w:val="00A92B83"/>
    <w:rsid w:val="00A94370"/>
    <w:rsid w:val="00A94EA6"/>
    <w:rsid w:val="00AA429F"/>
    <w:rsid w:val="00AA4545"/>
    <w:rsid w:val="00AA50AF"/>
    <w:rsid w:val="00AA5124"/>
    <w:rsid w:val="00AB73CF"/>
    <w:rsid w:val="00AC3E8E"/>
    <w:rsid w:val="00AD11C2"/>
    <w:rsid w:val="00AD24EF"/>
    <w:rsid w:val="00AE47E2"/>
    <w:rsid w:val="00AE5C61"/>
    <w:rsid w:val="00AF0E3A"/>
    <w:rsid w:val="00AF3CAD"/>
    <w:rsid w:val="00AF5DD6"/>
    <w:rsid w:val="00AF6AF1"/>
    <w:rsid w:val="00B02D4D"/>
    <w:rsid w:val="00B03FA5"/>
    <w:rsid w:val="00B0719E"/>
    <w:rsid w:val="00B1273E"/>
    <w:rsid w:val="00B1358D"/>
    <w:rsid w:val="00B1390E"/>
    <w:rsid w:val="00B14510"/>
    <w:rsid w:val="00B14859"/>
    <w:rsid w:val="00B24F39"/>
    <w:rsid w:val="00B258DE"/>
    <w:rsid w:val="00B44D52"/>
    <w:rsid w:val="00B52B69"/>
    <w:rsid w:val="00B62A34"/>
    <w:rsid w:val="00B63D9D"/>
    <w:rsid w:val="00B70674"/>
    <w:rsid w:val="00B82ED6"/>
    <w:rsid w:val="00B83528"/>
    <w:rsid w:val="00B8479E"/>
    <w:rsid w:val="00B95AF2"/>
    <w:rsid w:val="00BA6488"/>
    <w:rsid w:val="00BA7145"/>
    <w:rsid w:val="00BB01D7"/>
    <w:rsid w:val="00BB1FC2"/>
    <w:rsid w:val="00BB61A4"/>
    <w:rsid w:val="00BB64C3"/>
    <w:rsid w:val="00BC3C9D"/>
    <w:rsid w:val="00BD0994"/>
    <w:rsid w:val="00BD14EA"/>
    <w:rsid w:val="00BE4E1D"/>
    <w:rsid w:val="00BF4A18"/>
    <w:rsid w:val="00BF5DE6"/>
    <w:rsid w:val="00BF6834"/>
    <w:rsid w:val="00BF6922"/>
    <w:rsid w:val="00C00787"/>
    <w:rsid w:val="00C0184E"/>
    <w:rsid w:val="00C02A97"/>
    <w:rsid w:val="00C02F2B"/>
    <w:rsid w:val="00C03B9F"/>
    <w:rsid w:val="00C1436A"/>
    <w:rsid w:val="00C206F6"/>
    <w:rsid w:val="00C23400"/>
    <w:rsid w:val="00C3475C"/>
    <w:rsid w:val="00C35724"/>
    <w:rsid w:val="00C41606"/>
    <w:rsid w:val="00C4744A"/>
    <w:rsid w:val="00C47D2E"/>
    <w:rsid w:val="00C600D1"/>
    <w:rsid w:val="00C808FB"/>
    <w:rsid w:val="00C85440"/>
    <w:rsid w:val="00C856A7"/>
    <w:rsid w:val="00C930D8"/>
    <w:rsid w:val="00CA4355"/>
    <w:rsid w:val="00CA7C75"/>
    <w:rsid w:val="00CA7E1E"/>
    <w:rsid w:val="00CB0311"/>
    <w:rsid w:val="00CB306D"/>
    <w:rsid w:val="00CB394B"/>
    <w:rsid w:val="00CB57C4"/>
    <w:rsid w:val="00CC4877"/>
    <w:rsid w:val="00CC5AB2"/>
    <w:rsid w:val="00CC5FF0"/>
    <w:rsid w:val="00CD4976"/>
    <w:rsid w:val="00CE3CDA"/>
    <w:rsid w:val="00CE66CD"/>
    <w:rsid w:val="00CE75A4"/>
    <w:rsid w:val="00CF1083"/>
    <w:rsid w:val="00CF3827"/>
    <w:rsid w:val="00CF4630"/>
    <w:rsid w:val="00D05697"/>
    <w:rsid w:val="00D05EAA"/>
    <w:rsid w:val="00D06656"/>
    <w:rsid w:val="00D100EE"/>
    <w:rsid w:val="00D17AE1"/>
    <w:rsid w:val="00D24B68"/>
    <w:rsid w:val="00D310C4"/>
    <w:rsid w:val="00D32BC2"/>
    <w:rsid w:val="00D32F5C"/>
    <w:rsid w:val="00D400F3"/>
    <w:rsid w:val="00D50E47"/>
    <w:rsid w:val="00D5788A"/>
    <w:rsid w:val="00D64E81"/>
    <w:rsid w:val="00D72879"/>
    <w:rsid w:val="00D7645E"/>
    <w:rsid w:val="00D774EF"/>
    <w:rsid w:val="00D81AAB"/>
    <w:rsid w:val="00D86765"/>
    <w:rsid w:val="00D91583"/>
    <w:rsid w:val="00D9786F"/>
    <w:rsid w:val="00DA5E61"/>
    <w:rsid w:val="00DB4F6B"/>
    <w:rsid w:val="00DB50D7"/>
    <w:rsid w:val="00DB5B4D"/>
    <w:rsid w:val="00DB5C1A"/>
    <w:rsid w:val="00DC7017"/>
    <w:rsid w:val="00DD2647"/>
    <w:rsid w:val="00DD635A"/>
    <w:rsid w:val="00DD76F0"/>
    <w:rsid w:val="00DE5676"/>
    <w:rsid w:val="00DF1ACD"/>
    <w:rsid w:val="00E0591B"/>
    <w:rsid w:val="00E07725"/>
    <w:rsid w:val="00E13FD7"/>
    <w:rsid w:val="00E178DE"/>
    <w:rsid w:val="00E34222"/>
    <w:rsid w:val="00E51C16"/>
    <w:rsid w:val="00E56D11"/>
    <w:rsid w:val="00E67240"/>
    <w:rsid w:val="00E73B8A"/>
    <w:rsid w:val="00E73F81"/>
    <w:rsid w:val="00E74D23"/>
    <w:rsid w:val="00E927F3"/>
    <w:rsid w:val="00E94580"/>
    <w:rsid w:val="00EA0E4F"/>
    <w:rsid w:val="00EA1C38"/>
    <w:rsid w:val="00EA4FF8"/>
    <w:rsid w:val="00EB0433"/>
    <w:rsid w:val="00EC015B"/>
    <w:rsid w:val="00EC45AC"/>
    <w:rsid w:val="00EC6BDB"/>
    <w:rsid w:val="00EC7E3E"/>
    <w:rsid w:val="00ED13A7"/>
    <w:rsid w:val="00EE0835"/>
    <w:rsid w:val="00EE1A43"/>
    <w:rsid w:val="00EE22CB"/>
    <w:rsid w:val="00EE2C68"/>
    <w:rsid w:val="00EE49C3"/>
    <w:rsid w:val="00EF121A"/>
    <w:rsid w:val="00F03A9C"/>
    <w:rsid w:val="00F14B4C"/>
    <w:rsid w:val="00F32655"/>
    <w:rsid w:val="00F37063"/>
    <w:rsid w:val="00F4518E"/>
    <w:rsid w:val="00F52881"/>
    <w:rsid w:val="00F609EF"/>
    <w:rsid w:val="00F65C3C"/>
    <w:rsid w:val="00F8123D"/>
    <w:rsid w:val="00F8333E"/>
    <w:rsid w:val="00F84AF5"/>
    <w:rsid w:val="00F94358"/>
    <w:rsid w:val="00F960B7"/>
    <w:rsid w:val="00F97CC8"/>
    <w:rsid w:val="00FA2DA6"/>
    <w:rsid w:val="00FB1C42"/>
    <w:rsid w:val="00FB47E0"/>
    <w:rsid w:val="00FC1DA9"/>
    <w:rsid w:val="00FC37CD"/>
    <w:rsid w:val="00FE491F"/>
    <w:rsid w:val="00FE4A4E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4BAD067"/>
  <w15:docId w15:val="{DBF26B76-3306-4078-8C1C-B1CD6490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2B9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772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83C7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531761"/>
    <w:rPr>
      <w:color w:val="0000FF"/>
      <w:u w:val="single"/>
    </w:rPr>
  </w:style>
  <w:style w:type="paragraph" w:styleId="a8">
    <w:name w:val="Balloon Text"/>
    <w:basedOn w:val="a"/>
    <w:link w:val="a9"/>
    <w:rsid w:val="00273A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3A67"/>
    <w:rPr>
      <w:sz w:val="28"/>
      <w:szCs w:val="28"/>
    </w:rPr>
  </w:style>
  <w:style w:type="character" w:styleId="aa">
    <w:name w:val="Emphasis"/>
    <w:basedOn w:val="a0"/>
    <w:qFormat/>
    <w:rsid w:val="00273A67"/>
    <w:rPr>
      <w:i/>
      <w:iCs/>
    </w:rPr>
  </w:style>
  <w:style w:type="paragraph" w:styleId="ab">
    <w:name w:val="Normal (Web)"/>
    <w:basedOn w:val="a"/>
    <w:unhideWhenUsed/>
    <w:rsid w:val="00AE47E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4B12B9"/>
    <w:pPr>
      <w:ind w:left="720"/>
      <w:contextualSpacing/>
    </w:pPr>
  </w:style>
  <w:style w:type="paragraph" w:styleId="ad">
    <w:name w:val="Body Text"/>
    <w:basedOn w:val="a"/>
    <w:link w:val="ae"/>
    <w:rsid w:val="00857201"/>
    <w:pPr>
      <w:jc w:val="both"/>
    </w:pPr>
    <w:rPr>
      <w:szCs w:val="24"/>
    </w:rPr>
  </w:style>
  <w:style w:type="character" w:customStyle="1" w:styleId="ae">
    <w:name w:val="Основной текст Знак"/>
    <w:basedOn w:val="a0"/>
    <w:link w:val="ad"/>
    <w:rsid w:val="00857201"/>
    <w:rPr>
      <w:sz w:val="28"/>
      <w:szCs w:val="24"/>
    </w:rPr>
  </w:style>
  <w:style w:type="character" w:customStyle="1" w:styleId="af">
    <w:name w:val="Цветовое выделение"/>
    <w:uiPriority w:val="99"/>
    <w:rsid w:val="00857201"/>
    <w:rPr>
      <w:b/>
      <w:bCs/>
      <w:color w:val="000080"/>
    </w:rPr>
  </w:style>
  <w:style w:type="character" w:customStyle="1" w:styleId="af0">
    <w:name w:val="Гипертекстовая ссылка"/>
    <w:basedOn w:val="af"/>
    <w:uiPriority w:val="99"/>
    <w:rsid w:val="00807846"/>
    <w:rPr>
      <w:rFonts w:cs="Times New Roman"/>
      <w:b/>
      <w:bCs/>
      <w:color w:val="106BBE"/>
    </w:rPr>
  </w:style>
  <w:style w:type="paragraph" w:customStyle="1" w:styleId="ConsPlusNormal">
    <w:name w:val="ConsPlusNormal"/>
    <w:rsid w:val="009D6C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7772EB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7772E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Normal">
    <w:name w:val="ConsNormal"/>
    <w:rsid w:val="007772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F1AC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5B50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ody Text Indent"/>
    <w:basedOn w:val="a"/>
    <w:link w:val="af3"/>
    <w:rsid w:val="008C35FF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8C35FF"/>
    <w:rPr>
      <w:sz w:val="24"/>
      <w:szCs w:val="24"/>
    </w:rPr>
  </w:style>
  <w:style w:type="paragraph" w:customStyle="1" w:styleId="ConsPlusCell">
    <w:name w:val="ConsPlusCell"/>
    <w:rsid w:val="009750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link w:val="20"/>
    <w:rsid w:val="009750F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750F1"/>
    <w:rPr>
      <w:sz w:val="24"/>
      <w:szCs w:val="24"/>
    </w:rPr>
  </w:style>
  <w:style w:type="paragraph" w:customStyle="1" w:styleId="11">
    <w:name w:val="Обычный + 11 пт"/>
    <w:basedOn w:val="a"/>
    <w:link w:val="110"/>
    <w:rsid w:val="009750F1"/>
    <w:pPr>
      <w:jc w:val="both"/>
    </w:pPr>
    <w:rPr>
      <w:sz w:val="24"/>
      <w:szCs w:val="24"/>
    </w:rPr>
  </w:style>
  <w:style w:type="character" w:customStyle="1" w:styleId="110">
    <w:name w:val="Обычный + 11 пт Знак"/>
    <w:link w:val="11"/>
    <w:rsid w:val="009750F1"/>
    <w:rPr>
      <w:sz w:val="24"/>
      <w:szCs w:val="24"/>
    </w:rPr>
  </w:style>
  <w:style w:type="paragraph" w:customStyle="1" w:styleId="af4">
    <w:name w:val="Прижатый влево"/>
    <w:basedOn w:val="a"/>
    <w:next w:val="a"/>
    <w:rsid w:val="009750F1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Default">
    <w:name w:val="Default"/>
    <w:rsid w:val="00A81A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ighlightsearch">
    <w:name w:val="highlightsearch"/>
    <w:basedOn w:val="a0"/>
    <w:rsid w:val="005B014C"/>
  </w:style>
  <w:style w:type="paragraph" w:customStyle="1" w:styleId="s1">
    <w:name w:val="s_1"/>
    <w:basedOn w:val="a"/>
    <w:rsid w:val="006F734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12604&amp;sub=7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1663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eshivenkova.ADM\AppData\Local\Microsoft\Windows\Temporary%20Internet%20Files\Content.MSO\2D7FA17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B54F2-A5F8-4822-A565-B5E17177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2D7FA170</Template>
  <TotalTime>4909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Blinova</dc:creator>
  <cp:lastModifiedBy>Белякова Наталья Васильевна</cp:lastModifiedBy>
  <cp:revision>91</cp:revision>
  <cp:lastPrinted>2020-01-24T08:47:00Z</cp:lastPrinted>
  <dcterms:created xsi:type="dcterms:W3CDTF">2021-12-16T12:54:00Z</dcterms:created>
  <dcterms:modified xsi:type="dcterms:W3CDTF">2024-08-19T08:09:00Z</dcterms:modified>
</cp:coreProperties>
</file>